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71A52" w14:textId="77777777" w:rsidR="00372542" w:rsidRDefault="00372542" w:rsidP="00372542">
      <w:pPr>
        <w:pStyle w:val="Nadpis1"/>
        <w:numPr>
          <w:ilvl w:val="0"/>
          <w:numId w:val="0"/>
        </w:numPr>
        <w:jc w:val="center"/>
      </w:pPr>
      <w:r>
        <w:t>POVINNÁ CENOVÁ PŘÍLOHA</w:t>
      </w:r>
    </w:p>
    <w:p w14:paraId="2FA97689" w14:textId="77777777" w:rsidR="00372542" w:rsidRPr="00237214" w:rsidRDefault="00372542" w:rsidP="00372542"/>
    <w:p w14:paraId="133528D5" w14:textId="77777777" w:rsidR="00372542" w:rsidRPr="007C726C" w:rsidRDefault="00372542" w:rsidP="00372542">
      <w:pPr>
        <w:pStyle w:val="Odstavecseseznamem"/>
        <w:numPr>
          <w:ilvl w:val="0"/>
          <w:numId w:val="2"/>
        </w:numPr>
        <w:spacing w:after="120"/>
        <w:ind w:left="425" w:hanging="357"/>
        <w:contextualSpacing w:val="0"/>
        <w:rPr>
          <w:b/>
        </w:rPr>
      </w:pPr>
      <w:r w:rsidRPr="007C726C">
        <w:rPr>
          <w:b/>
        </w:rPr>
        <w:t xml:space="preserve">CENA ZA REALIZACI ÚSPORNÝCH OPATŘENÍ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6319"/>
        <w:gridCol w:w="3083"/>
      </w:tblGrid>
      <w:tr w:rsidR="00372542" w14:paraId="22DE1C15" w14:textId="77777777" w:rsidTr="00587E1E">
        <w:tc>
          <w:tcPr>
            <w:tcW w:w="6487" w:type="dxa"/>
            <w:shd w:val="clear" w:color="auto" w:fill="DEEAF6" w:themeFill="accent1" w:themeFillTint="33"/>
          </w:tcPr>
          <w:p w14:paraId="796C3CA8" w14:textId="77777777" w:rsidR="00372542" w:rsidRPr="005E4611" w:rsidRDefault="00372542" w:rsidP="00587E1E">
            <w:pPr>
              <w:spacing w:line="276" w:lineRule="auto"/>
              <w:rPr>
                <w:b/>
              </w:rPr>
            </w:pPr>
            <w:r>
              <w:rPr>
                <w:b/>
              </w:rPr>
              <w:t>C</w:t>
            </w:r>
            <w:r w:rsidRPr="005E4611">
              <w:rPr>
                <w:b/>
              </w:rPr>
              <w:t xml:space="preserve">ena za realizaci úsporných opatření celkem </w:t>
            </w:r>
            <w:r>
              <w:rPr>
                <w:b/>
              </w:rPr>
              <w:t>(</w:t>
            </w:r>
            <w:r w:rsidRPr="005E4611">
              <w:rPr>
                <w:b/>
              </w:rPr>
              <w:t>bez DPH</w:t>
            </w:r>
            <w:r>
              <w:rPr>
                <w:b/>
              </w:rPr>
              <w:t>)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 w14:paraId="485FEB99" w14:textId="77777777" w:rsidR="00372542" w:rsidRPr="00333F11" w:rsidRDefault="00372542" w:rsidP="00587E1E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</w:t>
            </w:r>
            <w:proofErr w:type="gramStart"/>
            <w:r w:rsidRPr="00333F11">
              <w:rPr>
                <w:b/>
              </w:rPr>
              <w:t>…….</w:t>
            </w:r>
            <w:proofErr w:type="gramEnd"/>
            <w:r w:rsidRPr="00333F11">
              <w:rPr>
                <w:b/>
              </w:rPr>
              <w:t>.,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372542" w14:paraId="06691FBB" w14:textId="77777777" w:rsidTr="00587E1E">
        <w:tc>
          <w:tcPr>
            <w:tcW w:w="6487" w:type="dxa"/>
            <w:shd w:val="clear" w:color="auto" w:fill="DEEAF6" w:themeFill="accent1" w:themeFillTint="33"/>
          </w:tcPr>
          <w:p w14:paraId="3DE820C1" w14:textId="77777777" w:rsidR="00372542" w:rsidRPr="005E4611" w:rsidRDefault="00372542" w:rsidP="00587E1E">
            <w:pPr>
              <w:spacing w:line="276" w:lineRule="auto"/>
              <w:rPr>
                <w:b/>
              </w:rPr>
            </w:pPr>
            <w:r w:rsidRPr="005E4611">
              <w:rPr>
                <w:b/>
              </w:rPr>
              <w:t>DPH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 w14:paraId="0D3D5EC3" w14:textId="77777777" w:rsidR="00372542" w:rsidRPr="00333F11" w:rsidRDefault="00372542" w:rsidP="00587E1E">
            <w:pPr>
              <w:spacing w:line="276" w:lineRule="auto"/>
              <w:rPr>
                <w:b/>
              </w:rPr>
            </w:pPr>
            <w:r w:rsidRPr="00333F11">
              <w:rPr>
                <w:b/>
              </w:rPr>
              <w:t>.……………………………</w:t>
            </w:r>
            <w:proofErr w:type="gramStart"/>
            <w:r w:rsidRPr="00333F11">
              <w:rPr>
                <w:b/>
              </w:rPr>
              <w:t>…….</w:t>
            </w:r>
            <w:proofErr w:type="gramEnd"/>
            <w:r w:rsidRPr="00333F11">
              <w:rPr>
                <w:b/>
              </w:rPr>
              <w:t>.,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372542" w14:paraId="3FA8F37A" w14:textId="77777777" w:rsidTr="00587E1E">
        <w:tc>
          <w:tcPr>
            <w:tcW w:w="6487" w:type="dxa"/>
            <w:shd w:val="clear" w:color="auto" w:fill="DEEAF6" w:themeFill="accent1" w:themeFillTint="33"/>
          </w:tcPr>
          <w:p w14:paraId="09F307F4" w14:textId="77777777" w:rsidR="00372542" w:rsidRPr="005E4611" w:rsidRDefault="00372542" w:rsidP="00587E1E">
            <w:pPr>
              <w:spacing w:line="276" w:lineRule="auto"/>
              <w:rPr>
                <w:b/>
              </w:rPr>
            </w:pPr>
            <w:r>
              <w:rPr>
                <w:b/>
              </w:rPr>
              <w:t>Cena za r</w:t>
            </w:r>
            <w:r w:rsidRPr="005E4611">
              <w:rPr>
                <w:b/>
              </w:rPr>
              <w:t>ealizac</w:t>
            </w:r>
            <w:r>
              <w:rPr>
                <w:b/>
              </w:rPr>
              <w:t>i</w:t>
            </w:r>
            <w:r w:rsidRPr="005E4611">
              <w:rPr>
                <w:b/>
              </w:rPr>
              <w:t xml:space="preserve"> úsporných opatření celkem </w:t>
            </w:r>
            <w:r>
              <w:rPr>
                <w:b/>
              </w:rPr>
              <w:t>(</w:t>
            </w:r>
            <w:r w:rsidRPr="005E4611">
              <w:rPr>
                <w:b/>
              </w:rPr>
              <w:t>včetně DPH</w:t>
            </w:r>
            <w:r>
              <w:rPr>
                <w:b/>
              </w:rPr>
              <w:t>)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 w14:paraId="4B84C5E6" w14:textId="77777777" w:rsidR="00372542" w:rsidRPr="00333F11" w:rsidRDefault="00372542" w:rsidP="00587E1E">
            <w:pPr>
              <w:spacing w:line="276" w:lineRule="auto"/>
              <w:rPr>
                <w:b/>
              </w:rPr>
            </w:pPr>
            <w:r w:rsidRPr="00333F11">
              <w:rPr>
                <w:b/>
              </w:rPr>
              <w:t>…………………………</w:t>
            </w:r>
            <w:proofErr w:type="gramStart"/>
            <w:r w:rsidRPr="00333F11">
              <w:rPr>
                <w:b/>
              </w:rPr>
              <w:t>……</w:t>
            </w:r>
            <w:r>
              <w:rPr>
                <w:b/>
              </w:rPr>
              <w:t>.</w:t>
            </w:r>
            <w:proofErr w:type="gramEnd"/>
            <w:r w:rsidRPr="00333F11">
              <w:rPr>
                <w:b/>
              </w:rPr>
              <w:t>…..,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</w:tbl>
    <w:p w14:paraId="4F9170E0" w14:textId="77777777" w:rsidR="00372542" w:rsidRDefault="00372542" w:rsidP="00372542">
      <w:pPr>
        <w:spacing w:line="276" w:lineRule="auto"/>
      </w:pPr>
    </w:p>
    <w:p w14:paraId="19A42E40" w14:textId="77777777" w:rsidR="00372542" w:rsidRPr="00480ACA" w:rsidRDefault="00372542" w:rsidP="00372542">
      <w:pPr>
        <w:pStyle w:val="Odstavecseseznamem"/>
        <w:numPr>
          <w:ilvl w:val="0"/>
          <w:numId w:val="2"/>
        </w:numPr>
        <w:spacing w:after="120"/>
        <w:ind w:left="425" w:hanging="357"/>
        <w:contextualSpacing w:val="0"/>
        <w:rPr>
          <w:b/>
        </w:rPr>
      </w:pPr>
      <w:r>
        <w:rPr>
          <w:b/>
        </w:rPr>
        <w:t xml:space="preserve"> </w:t>
      </w:r>
      <w:r w:rsidRPr="00480ACA">
        <w:rPr>
          <w:b/>
        </w:rPr>
        <w:t>CENA ZA ZAJIŠTĚNÍ FINANCOVÁNÍ ZAKÁZKY</w:t>
      </w:r>
      <w:r>
        <w:rPr>
          <w:b/>
        </w:rPr>
        <w:t xml:space="preserve"> CELKEM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6319"/>
        <w:gridCol w:w="3083"/>
      </w:tblGrid>
      <w:tr w:rsidR="00372542" w14:paraId="53B14F2D" w14:textId="77777777" w:rsidTr="00587E1E">
        <w:tc>
          <w:tcPr>
            <w:tcW w:w="6487" w:type="dxa"/>
            <w:shd w:val="clear" w:color="auto" w:fill="DEEAF6" w:themeFill="accent1" w:themeFillTint="33"/>
          </w:tcPr>
          <w:p w14:paraId="4A8EFDCE" w14:textId="77777777" w:rsidR="00372542" w:rsidRDefault="00372542" w:rsidP="00587E1E">
            <w:pPr>
              <w:spacing w:line="276" w:lineRule="auto"/>
            </w:pPr>
            <w:r>
              <w:rPr>
                <w:b/>
              </w:rPr>
              <w:t>C</w:t>
            </w:r>
            <w:r w:rsidRPr="00480ACA">
              <w:rPr>
                <w:b/>
              </w:rPr>
              <w:t>ena za poskytnutí dodavatelského úvěru</w:t>
            </w:r>
            <w:r w:rsidRPr="00480ACA">
              <w:t xml:space="preserve"> </w:t>
            </w:r>
            <w:r w:rsidRPr="00480ACA">
              <w:rPr>
                <w:i/>
              </w:rPr>
              <w:t>(nepodléhá DPH)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 w14:paraId="6AAB9649" w14:textId="77777777" w:rsidR="00372542" w:rsidRPr="00333F11" w:rsidRDefault="00372542" w:rsidP="00587E1E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</w:t>
            </w:r>
            <w:proofErr w:type="gramStart"/>
            <w:r w:rsidRPr="00333F11">
              <w:rPr>
                <w:b/>
              </w:rPr>
              <w:t>…….</w:t>
            </w:r>
            <w:proofErr w:type="gramEnd"/>
            <w:r w:rsidRPr="00333F11">
              <w:rPr>
                <w:b/>
              </w:rPr>
              <w:t>.,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</w:tbl>
    <w:p w14:paraId="54375753" w14:textId="77777777" w:rsidR="00372542" w:rsidRDefault="00372542" w:rsidP="00372542">
      <w:pPr>
        <w:spacing w:line="276" w:lineRule="auto"/>
      </w:pPr>
    </w:p>
    <w:p w14:paraId="6A1DED28" w14:textId="77777777" w:rsidR="00372542" w:rsidRDefault="00372542" w:rsidP="00372542">
      <w:pPr>
        <w:pStyle w:val="Odstavecseseznamem"/>
        <w:numPr>
          <w:ilvl w:val="0"/>
          <w:numId w:val="2"/>
        </w:numPr>
        <w:spacing w:after="120"/>
        <w:ind w:left="425" w:hanging="357"/>
        <w:contextualSpacing w:val="0"/>
        <w:rPr>
          <w:i/>
          <w:sz w:val="20"/>
        </w:rPr>
      </w:pPr>
      <w:r w:rsidRPr="00480ACA">
        <w:rPr>
          <w:b/>
        </w:rPr>
        <w:t>CENA ZA DALŠÍ SLUŽBY</w:t>
      </w:r>
      <w:r w:rsidRPr="00480ACA">
        <w:t xml:space="preserve"> </w:t>
      </w:r>
      <w:r w:rsidRPr="00480ACA">
        <w:rPr>
          <w:i/>
          <w:sz w:val="20"/>
        </w:rPr>
        <w:t>(nutno specifikovat četnost plateb)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9"/>
        <w:gridCol w:w="3333"/>
      </w:tblGrid>
      <w:tr w:rsidR="00372542" w14:paraId="50814AA9" w14:textId="77777777" w:rsidTr="00587E1E">
        <w:tc>
          <w:tcPr>
            <w:tcW w:w="6487" w:type="dxa"/>
            <w:tcBorders>
              <w:bottom w:val="nil"/>
            </w:tcBorders>
          </w:tcPr>
          <w:p w14:paraId="192007DA" w14:textId="77777777" w:rsidR="00372542" w:rsidRDefault="00372542" w:rsidP="00587E1E">
            <w:pPr>
              <w:spacing w:line="276" w:lineRule="auto"/>
            </w:pPr>
            <w:r>
              <w:t>C</w:t>
            </w:r>
            <w:r w:rsidRPr="00480ACA">
              <w:t>ena za výkon energetického managementu</w:t>
            </w:r>
            <w:r>
              <w:t xml:space="preserve"> (bez DPH)</w:t>
            </w:r>
          </w:p>
        </w:tc>
        <w:tc>
          <w:tcPr>
            <w:tcW w:w="3065" w:type="dxa"/>
            <w:tcBorders>
              <w:bottom w:val="nil"/>
            </w:tcBorders>
          </w:tcPr>
          <w:p w14:paraId="7CD9F462" w14:textId="77777777" w:rsidR="00372542" w:rsidRPr="00752576" w:rsidRDefault="00372542" w:rsidP="00587E1E">
            <w:pPr>
              <w:spacing w:line="276" w:lineRule="auto"/>
            </w:pPr>
            <w:proofErr w:type="gramStart"/>
            <w:r>
              <w:t>…</w:t>
            </w:r>
            <w:r w:rsidRPr="00752576">
              <w:t>.…</w:t>
            </w:r>
            <w:proofErr w:type="gramEnd"/>
            <w:r w:rsidRPr="00752576">
              <w:t>……………………………</w:t>
            </w:r>
            <w:r>
              <w:t>.</w:t>
            </w:r>
            <w:r w:rsidRPr="00752576">
              <w:t>…..,</w:t>
            </w:r>
            <w:r>
              <w:t>-</w:t>
            </w:r>
            <w:r w:rsidRPr="00752576">
              <w:t xml:space="preserve"> Kč</w:t>
            </w:r>
          </w:p>
        </w:tc>
      </w:tr>
      <w:tr w:rsidR="00372542" w14:paraId="08DEFFC8" w14:textId="77777777" w:rsidTr="00587E1E">
        <w:tc>
          <w:tcPr>
            <w:tcW w:w="6487" w:type="dxa"/>
            <w:tcBorders>
              <w:top w:val="nil"/>
              <w:bottom w:val="single" w:sz="4" w:space="0" w:color="auto"/>
            </w:tcBorders>
          </w:tcPr>
          <w:p w14:paraId="0B1A275D" w14:textId="77777777" w:rsidR="00372542" w:rsidRDefault="00372542" w:rsidP="00587E1E">
            <w:r>
              <w:t>Cena za případné další služby (bez DPH)</w:t>
            </w:r>
          </w:p>
        </w:tc>
        <w:tc>
          <w:tcPr>
            <w:tcW w:w="3065" w:type="dxa"/>
            <w:tcBorders>
              <w:top w:val="nil"/>
              <w:bottom w:val="single" w:sz="4" w:space="0" w:color="auto"/>
            </w:tcBorders>
          </w:tcPr>
          <w:p w14:paraId="0564D8D4" w14:textId="77777777" w:rsidR="00372542" w:rsidRPr="00752576" w:rsidRDefault="00372542" w:rsidP="00587E1E">
            <w:pPr>
              <w:spacing w:line="276" w:lineRule="auto"/>
            </w:pPr>
            <w:proofErr w:type="gramStart"/>
            <w:r>
              <w:t>…</w:t>
            </w:r>
            <w:r w:rsidRPr="00752576">
              <w:t>.…</w:t>
            </w:r>
            <w:proofErr w:type="gramEnd"/>
            <w:r w:rsidRPr="00752576">
              <w:t>……………………………</w:t>
            </w:r>
            <w:r>
              <w:t>.</w:t>
            </w:r>
            <w:r w:rsidRPr="00752576">
              <w:t>…..,</w:t>
            </w:r>
            <w:r>
              <w:t>-</w:t>
            </w:r>
            <w:r w:rsidRPr="00752576">
              <w:t xml:space="preserve"> Kč</w:t>
            </w:r>
          </w:p>
        </w:tc>
      </w:tr>
      <w:tr w:rsidR="00372542" w14:paraId="6F14477F" w14:textId="77777777" w:rsidTr="00587E1E">
        <w:tc>
          <w:tcPr>
            <w:tcW w:w="6487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6E07490F" w14:textId="77777777" w:rsidR="00372542" w:rsidRPr="00FD3AB6" w:rsidRDefault="00372542" w:rsidP="00587E1E">
            <w:pPr>
              <w:spacing w:line="276" w:lineRule="auto"/>
              <w:rPr>
                <w:b/>
              </w:rPr>
            </w:pPr>
            <w:r>
              <w:rPr>
                <w:b/>
              </w:rPr>
              <w:t>C</w:t>
            </w:r>
            <w:r w:rsidRPr="00FD3AB6">
              <w:rPr>
                <w:b/>
              </w:rPr>
              <w:t xml:space="preserve">ena za další služby celkem </w:t>
            </w:r>
            <w:r>
              <w:rPr>
                <w:b/>
              </w:rPr>
              <w:t>(</w:t>
            </w:r>
            <w:r w:rsidRPr="00FD3AB6">
              <w:rPr>
                <w:b/>
              </w:rPr>
              <w:t>bez DPH</w:t>
            </w:r>
            <w:r>
              <w:rPr>
                <w:b/>
              </w:rPr>
              <w:t>)</w:t>
            </w:r>
          </w:p>
        </w:tc>
        <w:tc>
          <w:tcPr>
            <w:tcW w:w="3065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288AC780" w14:textId="77777777" w:rsidR="00372542" w:rsidRPr="00333F11" w:rsidRDefault="00372542" w:rsidP="00587E1E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</w:t>
            </w:r>
            <w:proofErr w:type="gramStart"/>
            <w:r w:rsidRPr="00333F11">
              <w:rPr>
                <w:b/>
              </w:rPr>
              <w:t>…….</w:t>
            </w:r>
            <w:proofErr w:type="gramEnd"/>
            <w:r w:rsidRPr="00333F11">
              <w:rPr>
                <w:b/>
              </w:rPr>
              <w:t>.,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372542" w14:paraId="1E4A5457" w14:textId="77777777" w:rsidTr="00587E1E">
        <w:tc>
          <w:tcPr>
            <w:tcW w:w="6487" w:type="dxa"/>
            <w:shd w:val="clear" w:color="auto" w:fill="DEEAF6" w:themeFill="accent1" w:themeFillTint="33"/>
          </w:tcPr>
          <w:p w14:paraId="7807D6B5" w14:textId="77777777" w:rsidR="00372542" w:rsidRPr="00FD3AB6" w:rsidRDefault="00372542" w:rsidP="00587E1E">
            <w:pPr>
              <w:spacing w:line="276" w:lineRule="auto"/>
              <w:rPr>
                <w:b/>
              </w:rPr>
            </w:pPr>
            <w:r w:rsidRPr="00FD3AB6">
              <w:rPr>
                <w:b/>
              </w:rPr>
              <w:t>DPH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 w14:paraId="5FC4DC75" w14:textId="77777777" w:rsidR="00372542" w:rsidRPr="00333F11" w:rsidRDefault="00372542" w:rsidP="00587E1E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</w:t>
            </w:r>
            <w:proofErr w:type="gramStart"/>
            <w:r w:rsidRPr="00333F11">
              <w:rPr>
                <w:b/>
              </w:rPr>
              <w:t>…….</w:t>
            </w:r>
            <w:proofErr w:type="gramEnd"/>
            <w:r w:rsidRPr="00333F11">
              <w:rPr>
                <w:b/>
              </w:rPr>
              <w:t>.,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  <w:tr w:rsidR="00372542" w14:paraId="3536938B" w14:textId="77777777" w:rsidTr="00587E1E">
        <w:tc>
          <w:tcPr>
            <w:tcW w:w="6487" w:type="dxa"/>
            <w:shd w:val="clear" w:color="auto" w:fill="DEEAF6" w:themeFill="accent1" w:themeFillTint="33"/>
          </w:tcPr>
          <w:p w14:paraId="24924D4C" w14:textId="77777777" w:rsidR="00372542" w:rsidRPr="00FD3AB6" w:rsidRDefault="00372542" w:rsidP="00587E1E">
            <w:pPr>
              <w:spacing w:line="276" w:lineRule="auto"/>
              <w:rPr>
                <w:b/>
              </w:rPr>
            </w:pPr>
            <w:r>
              <w:rPr>
                <w:b/>
              </w:rPr>
              <w:t>C</w:t>
            </w:r>
            <w:r w:rsidRPr="00FD3AB6">
              <w:rPr>
                <w:b/>
              </w:rPr>
              <w:t xml:space="preserve">ena za další služby celkem </w:t>
            </w:r>
            <w:r>
              <w:rPr>
                <w:b/>
              </w:rPr>
              <w:t>(</w:t>
            </w:r>
            <w:r w:rsidRPr="00FD3AB6">
              <w:rPr>
                <w:b/>
              </w:rPr>
              <w:t>včetně DPH</w:t>
            </w:r>
            <w:r>
              <w:rPr>
                <w:b/>
              </w:rPr>
              <w:t>)</w:t>
            </w:r>
          </w:p>
        </w:tc>
        <w:tc>
          <w:tcPr>
            <w:tcW w:w="3065" w:type="dxa"/>
            <w:shd w:val="clear" w:color="auto" w:fill="DEEAF6" w:themeFill="accent1" w:themeFillTint="33"/>
          </w:tcPr>
          <w:p w14:paraId="1BAC1F39" w14:textId="77777777" w:rsidR="00372542" w:rsidRPr="00333F11" w:rsidRDefault="00372542" w:rsidP="00587E1E">
            <w:pPr>
              <w:spacing w:line="276" w:lineRule="auto"/>
              <w:rPr>
                <w:b/>
              </w:rPr>
            </w:pPr>
            <w:r>
              <w:rPr>
                <w:b/>
              </w:rPr>
              <w:t>.</w:t>
            </w:r>
            <w:r w:rsidRPr="00333F11">
              <w:rPr>
                <w:b/>
              </w:rPr>
              <w:t>……………………………</w:t>
            </w:r>
            <w:proofErr w:type="gramStart"/>
            <w:r w:rsidRPr="00333F11">
              <w:rPr>
                <w:b/>
              </w:rPr>
              <w:t>…….</w:t>
            </w:r>
            <w:proofErr w:type="gramEnd"/>
            <w:r w:rsidRPr="00333F11">
              <w:rPr>
                <w:b/>
              </w:rPr>
              <w:t>.,</w:t>
            </w:r>
            <w:r>
              <w:rPr>
                <w:b/>
              </w:rPr>
              <w:t>-</w:t>
            </w:r>
            <w:r w:rsidRPr="00333F11">
              <w:rPr>
                <w:b/>
              </w:rPr>
              <w:t xml:space="preserve"> Kč</w:t>
            </w:r>
          </w:p>
        </w:tc>
      </w:tr>
    </w:tbl>
    <w:p w14:paraId="09C6FA11" w14:textId="77777777" w:rsidR="00372542" w:rsidRDefault="00372542" w:rsidP="00372542">
      <w:pPr>
        <w:spacing w:line="276" w:lineRule="auto"/>
      </w:pPr>
    </w:p>
    <w:p w14:paraId="317404FD" w14:textId="77777777" w:rsidR="00372542" w:rsidRDefault="00372542" w:rsidP="00372542">
      <w:pPr>
        <w:spacing w:line="276" w:lineRule="auto"/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6"/>
        <w:gridCol w:w="3476"/>
      </w:tblGrid>
      <w:tr w:rsidR="00372542" w:rsidRPr="005B433B" w14:paraId="2E801999" w14:textId="77777777" w:rsidTr="00587E1E">
        <w:tc>
          <w:tcPr>
            <w:tcW w:w="6487" w:type="dxa"/>
            <w:vAlign w:val="bottom"/>
          </w:tcPr>
          <w:p w14:paraId="4AF03B32" w14:textId="77777777" w:rsidR="00372542" w:rsidRPr="005B433B" w:rsidRDefault="00372542" w:rsidP="00587E1E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 xml:space="preserve">CENA CELKEM </w:t>
            </w:r>
            <w:r>
              <w:rPr>
                <w:b/>
                <w:sz w:val="24"/>
                <w:szCs w:val="24"/>
              </w:rPr>
              <w:t>(bez</w:t>
            </w:r>
            <w:r w:rsidRPr="005B433B">
              <w:rPr>
                <w:b/>
                <w:sz w:val="24"/>
                <w:szCs w:val="24"/>
              </w:rPr>
              <w:t xml:space="preserve"> DPH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065" w:type="dxa"/>
            <w:vAlign w:val="bottom"/>
          </w:tcPr>
          <w:p w14:paraId="7D1BCC78" w14:textId="77777777" w:rsidR="00372542" w:rsidRPr="005B433B" w:rsidRDefault="00372542" w:rsidP="00587E1E">
            <w:pPr>
              <w:spacing w:line="276" w:lineRule="auto"/>
              <w:jc w:val="left"/>
              <w:rPr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.………………………</w:t>
            </w:r>
            <w:proofErr w:type="gramStart"/>
            <w:r w:rsidRPr="005B433B">
              <w:rPr>
                <w:b/>
                <w:sz w:val="24"/>
                <w:szCs w:val="24"/>
              </w:rPr>
              <w:t>……</w:t>
            </w:r>
            <w:r>
              <w:rPr>
                <w:b/>
                <w:sz w:val="24"/>
                <w:szCs w:val="24"/>
              </w:rPr>
              <w:t>.</w:t>
            </w:r>
            <w:proofErr w:type="gramEnd"/>
            <w:r w:rsidRPr="005B433B">
              <w:rPr>
                <w:b/>
                <w:sz w:val="24"/>
                <w:szCs w:val="24"/>
              </w:rPr>
              <w:t>…..,- Kč</w:t>
            </w:r>
          </w:p>
        </w:tc>
      </w:tr>
      <w:tr w:rsidR="00372542" w:rsidRPr="005B433B" w14:paraId="3BD70158" w14:textId="77777777" w:rsidTr="00587E1E">
        <w:tc>
          <w:tcPr>
            <w:tcW w:w="6487" w:type="dxa"/>
            <w:vAlign w:val="bottom"/>
          </w:tcPr>
          <w:p w14:paraId="0362BBC2" w14:textId="77777777" w:rsidR="00372542" w:rsidRPr="005B433B" w:rsidRDefault="00372542" w:rsidP="00587E1E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DPH</w:t>
            </w:r>
          </w:p>
        </w:tc>
        <w:tc>
          <w:tcPr>
            <w:tcW w:w="3065" w:type="dxa"/>
            <w:vAlign w:val="bottom"/>
          </w:tcPr>
          <w:p w14:paraId="7DC9A54A" w14:textId="77777777" w:rsidR="00372542" w:rsidRPr="005B433B" w:rsidRDefault="00372542" w:rsidP="00587E1E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.………………………</w:t>
            </w:r>
            <w:proofErr w:type="gramStart"/>
            <w:r w:rsidRPr="005B433B">
              <w:rPr>
                <w:b/>
                <w:sz w:val="24"/>
                <w:szCs w:val="24"/>
              </w:rPr>
              <w:t>……</w:t>
            </w:r>
            <w:r>
              <w:rPr>
                <w:b/>
                <w:sz w:val="24"/>
                <w:szCs w:val="24"/>
              </w:rPr>
              <w:t>.</w:t>
            </w:r>
            <w:proofErr w:type="gramEnd"/>
            <w:r w:rsidRPr="005B433B">
              <w:rPr>
                <w:b/>
                <w:sz w:val="24"/>
                <w:szCs w:val="24"/>
              </w:rPr>
              <w:t>…..,- Kč</w:t>
            </w:r>
          </w:p>
        </w:tc>
      </w:tr>
      <w:tr w:rsidR="00372542" w:rsidRPr="005B433B" w14:paraId="7745CBAB" w14:textId="77777777" w:rsidTr="00587E1E">
        <w:tc>
          <w:tcPr>
            <w:tcW w:w="6487" w:type="dxa"/>
            <w:vAlign w:val="bottom"/>
          </w:tcPr>
          <w:p w14:paraId="425B5161" w14:textId="77777777" w:rsidR="00372542" w:rsidRPr="005B433B" w:rsidRDefault="00372542" w:rsidP="00587E1E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 xml:space="preserve">CENA CELKEM </w:t>
            </w:r>
            <w:r>
              <w:rPr>
                <w:b/>
                <w:sz w:val="24"/>
                <w:szCs w:val="24"/>
              </w:rPr>
              <w:t>(včetně</w:t>
            </w:r>
            <w:r w:rsidRPr="005B433B">
              <w:rPr>
                <w:b/>
                <w:sz w:val="24"/>
                <w:szCs w:val="24"/>
              </w:rPr>
              <w:t xml:space="preserve"> DPH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065" w:type="dxa"/>
            <w:vAlign w:val="bottom"/>
          </w:tcPr>
          <w:p w14:paraId="444DC9DC" w14:textId="77777777" w:rsidR="00372542" w:rsidRPr="005B433B" w:rsidRDefault="00372542" w:rsidP="00587E1E">
            <w:pPr>
              <w:spacing w:line="276" w:lineRule="auto"/>
              <w:jc w:val="left"/>
              <w:rPr>
                <w:b/>
                <w:sz w:val="24"/>
                <w:szCs w:val="24"/>
              </w:rPr>
            </w:pPr>
            <w:r w:rsidRPr="005B433B">
              <w:rPr>
                <w:b/>
                <w:sz w:val="24"/>
                <w:szCs w:val="24"/>
              </w:rPr>
              <w:t>.………………………</w:t>
            </w:r>
            <w:proofErr w:type="gramStart"/>
            <w:r w:rsidRPr="005B433B">
              <w:rPr>
                <w:b/>
                <w:sz w:val="24"/>
                <w:szCs w:val="24"/>
              </w:rPr>
              <w:t>……</w:t>
            </w:r>
            <w:r>
              <w:rPr>
                <w:b/>
                <w:sz w:val="24"/>
                <w:szCs w:val="24"/>
              </w:rPr>
              <w:t>.</w:t>
            </w:r>
            <w:proofErr w:type="gramEnd"/>
            <w:r w:rsidRPr="005B433B">
              <w:rPr>
                <w:b/>
                <w:sz w:val="24"/>
                <w:szCs w:val="24"/>
              </w:rPr>
              <w:t>…..,- Kč</w:t>
            </w:r>
          </w:p>
        </w:tc>
      </w:tr>
    </w:tbl>
    <w:p w14:paraId="4BA35BA7" w14:textId="77777777" w:rsidR="00372542" w:rsidRDefault="00372542" w:rsidP="00372542">
      <w:pPr>
        <w:spacing w:line="276" w:lineRule="auto"/>
      </w:pPr>
    </w:p>
    <w:p w14:paraId="54FFEB4F" w14:textId="77777777" w:rsidR="00372542" w:rsidRDefault="00372542" w:rsidP="00372542">
      <w:pPr>
        <w:jc w:val="right"/>
      </w:pPr>
    </w:p>
    <w:p w14:paraId="78F32723" w14:textId="77777777" w:rsidR="00372542" w:rsidRDefault="00372542" w:rsidP="00372542">
      <w:pPr>
        <w:jc w:val="right"/>
      </w:pPr>
    </w:p>
    <w:p w14:paraId="23316A12" w14:textId="77777777" w:rsidR="00372542" w:rsidRDefault="00372542" w:rsidP="00372542">
      <w:pPr>
        <w:jc w:val="right"/>
      </w:pPr>
    </w:p>
    <w:p w14:paraId="39BEEDDC" w14:textId="77777777" w:rsidR="00372542" w:rsidRDefault="00372542" w:rsidP="00372542">
      <w:pPr>
        <w:jc w:val="right"/>
        <w:rPr>
          <w:b/>
        </w:rPr>
      </w:pPr>
    </w:p>
    <w:p w14:paraId="6CB7E909" w14:textId="77777777" w:rsidR="00372542" w:rsidRDefault="00372542" w:rsidP="00372542">
      <w:pPr>
        <w:jc w:val="right"/>
        <w:rPr>
          <w:b/>
        </w:rPr>
      </w:pPr>
    </w:p>
    <w:p w14:paraId="6673EF7C" w14:textId="77777777" w:rsidR="00372542" w:rsidRPr="00E66CE2" w:rsidRDefault="00372542" w:rsidP="00372542">
      <w:pPr>
        <w:jc w:val="right"/>
        <w:rPr>
          <w:b/>
        </w:rPr>
      </w:pPr>
    </w:p>
    <w:p w14:paraId="08B75393" w14:textId="77777777" w:rsidR="00372542" w:rsidRPr="00E66CE2" w:rsidRDefault="00372542" w:rsidP="00372542">
      <w:pPr>
        <w:jc w:val="left"/>
        <w:rPr>
          <w:b/>
        </w:rPr>
      </w:pPr>
      <w:r w:rsidRPr="00E66CE2">
        <w:rPr>
          <w:b/>
          <w:u w:val="single"/>
        </w:rPr>
        <w:t>Poznámka:</w:t>
      </w:r>
      <w:r w:rsidRPr="00E66CE2">
        <w:rPr>
          <w:b/>
        </w:rPr>
        <w:t xml:space="preserve"> Ceny uvádějte v částkách zaokrouhlených na celé koruny</w:t>
      </w:r>
    </w:p>
    <w:p w14:paraId="7C0DD49D" w14:textId="77777777" w:rsidR="0083249F" w:rsidRDefault="0083249F">
      <w:bookmarkStart w:id="0" w:name="_GoBack"/>
      <w:bookmarkEnd w:id="0"/>
    </w:p>
    <w:sectPr w:rsidR="0083249F" w:rsidSect="00FB6560">
      <w:footerReference w:type="even" r:id="rId5"/>
      <w:footerReference w:type="default" r:id="rId6"/>
      <w:footerReference w:type="first" r:id="rId7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5056A" w14:textId="77777777" w:rsidR="00952F11" w:rsidRDefault="00372542" w:rsidP="000910F2">
    <w:pPr>
      <w:framePr w:wrap="around" w:vAnchor="text" w:hAnchor="margin" w:xAlign="inside" w:y="1"/>
    </w:pPr>
    <w:r>
      <w:fldChar w:fldCharType="begin"/>
    </w:r>
    <w:r>
      <w:instrText xml:space="preserve">PAGE  </w:instrText>
    </w:r>
    <w:r>
      <w:fldChar w:fldCharType="end"/>
    </w:r>
  </w:p>
  <w:p w14:paraId="49CD78F7" w14:textId="77777777" w:rsidR="00952F11" w:rsidRDefault="00372542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14:paraId="1129BA7F" w14:textId="77777777" w:rsidR="00952F11" w:rsidRDefault="00372542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E44F31" w14:textId="77777777" w:rsidR="00952F11" w:rsidRDefault="00372542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C15D8" w14:textId="77777777" w:rsidR="00952F11" w:rsidRDefault="00372542">
    <w:pPr>
      <w:pStyle w:val="Zpat"/>
      <w:jc w:val="center"/>
    </w:pPr>
  </w:p>
  <w:p w14:paraId="78EEFBEC" w14:textId="77777777" w:rsidR="00952F11" w:rsidRDefault="00372542">
    <w:pPr>
      <w:pStyle w:val="Zpa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43960FCF"/>
    <w:multiLevelType w:val="hybridMultilevel"/>
    <w:tmpl w:val="58123408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42"/>
    <w:rsid w:val="00340C41"/>
    <w:rsid w:val="00372542"/>
    <w:rsid w:val="0083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744AD"/>
  <w15:chartTrackingRefBased/>
  <w15:docId w15:val="{9C96589A-65F0-445B-9A47-4B056B8B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72542"/>
    <w:pPr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72542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72542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372542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72542"/>
    <w:rPr>
      <w:rFonts w:eastAsia="Times New Roman" w:cs="Arial"/>
      <w:b/>
      <w:bCs/>
      <w:color w:val="336699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372542"/>
    <w:rPr>
      <w:rFonts w:eastAsia="Times New Roman" w:cs="Arial"/>
      <w:b/>
      <w:bCs/>
      <w:iCs/>
      <w:color w:val="336699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372542"/>
    <w:rPr>
      <w:rFonts w:eastAsia="Times New Roman" w:cs="Arial"/>
      <w:b/>
      <w:bCs/>
      <w:color w:val="336699"/>
      <w:sz w:val="26"/>
      <w:szCs w:val="26"/>
      <w:lang w:eastAsia="cs-CZ"/>
    </w:rPr>
  </w:style>
  <w:style w:type="paragraph" w:styleId="Zpat">
    <w:name w:val="footer"/>
    <w:basedOn w:val="Normln"/>
    <w:link w:val="ZpatChar"/>
    <w:uiPriority w:val="99"/>
    <w:rsid w:val="003725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2542"/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72542"/>
    <w:pPr>
      <w:ind w:left="720"/>
      <w:contextualSpacing/>
    </w:pPr>
  </w:style>
  <w:style w:type="table" w:styleId="Mkatabulky">
    <w:name w:val="Table Grid"/>
    <w:basedOn w:val="Normlntabulka"/>
    <w:uiPriority w:val="59"/>
    <w:rsid w:val="003725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785</Characters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2017-07-20T08:17:00Z</dcterms:created>
  <dcterms:modified xsi:type="dcterms:W3CDTF">2017-07-20T08:18:00Z</dcterms:modified>
</cp:coreProperties>
</file>